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BCA" w:rsidRPr="00E57BD3" w:rsidRDefault="00AB2107" w:rsidP="00676998">
      <w:pPr>
        <w:spacing w:line="276" w:lineRule="auto"/>
        <w:rPr>
          <w:rFonts w:ascii="Arial" w:hAnsi="Arial" w:cs="Arial"/>
          <w:sz w:val="28"/>
          <w:szCs w:val="28"/>
        </w:rPr>
      </w:pPr>
      <w:r w:rsidRPr="00E57BD3">
        <w:rPr>
          <w:rFonts w:ascii="Arial" w:hAnsi="Arial" w:cs="Arial"/>
          <w:sz w:val="28"/>
          <w:szCs w:val="28"/>
        </w:rPr>
        <w:t>ČESTNÉ PROHLÁŠENÍ O SPLNĚNÍ PODMÍNEK ÚČASTI V SOUTĚŽI</w:t>
      </w: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727CAE" w:rsidRDefault="00AB2107" w:rsidP="00B20728">
      <w:pPr>
        <w:rPr>
          <w:rFonts w:ascii="Arial" w:hAnsi="Arial" w:cs="Arial"/>
          <w:sz w:val="22"/>
        </w:rPr>
      </w:pPr>
      <w:r w:rsidRPr="00727CAE">
        <w:rPr>
          <w:rFonts w:ascii="Arial" w:hAnsi="Arial" w:cs="Arial"/>
          <w:sz w:val="22"/>
        </w:rPr>
        <w:t xml:space="preserve">Já, níže podepsaný účastník </w:t>
      </w:r>
      <w:r w:rsidR="00BD0252" w:rsidRPr="00727CAE">
        <w:rPr>
          <w:rFonts w:ascii="Arial" w:hAnsi="Arial" w:cs="Arial"/>
          <w:sz w:val="22"/>
        </w:rPr>
        <w:t>architektonicko</w:t>
      </w:r>
      <w:r w:rsidR="006574C8">
        <w:rPr>
          <w:rFonts w:ascii="Arial" w:hAnsi="Arial" w:cs="Arial"/>
          <w:sz w:val="22"/>
        </w:rPr>
        <w:t>-</w:t>
      </w:r>
      <w:r w:rsidR="00BD0252" w:rsidRPr="00727CAE">
        <w:rPr>
          <w:rFonts w:ascii="Arial" w:hAnsi="Arial" w:cs="Arial"/>
          <w:sz w:val="22"/>
        </w:rPr>
        <w:t>urbanistické soutěže „Rekonstrukce Masarykova náměstí v Uherském Hradišti“, případně oprávněný zástupce právnické osoby coby účastníka této soutěže, dokládám splnění podmínek účasti uvedených v Soutěžních podmínkách, odst. 5.1</w:t>
      </w:r>
      <w:bookmarkStart w:id="0" w:name="_GoBack"/>
      <w:bookmarkEnd w:id="0"/>
      <w:r w:rsidR="00BD0252" w:rsidRPr="00727CAE">
        <w:rPr>
          <w:rFonts w:ascii="Arial" w:hAnsi="Arial" w:cs="Arial"/>
          <w:sz w:val="22"/>
        </w:rPr>
        <w:t xml:space="preserve"> prohlášením že:</w:t>
      </w:r>
    </w:p>
    <w:p w:rsidR="00BD0252" w:rsidRPr="00727CAE" w:rsidRDefault="00BD0252" w:rsidP="00B20728">
      <w:pPr>
        <w:rPr>
          <w:rFonts w:ascii="Arial" w:hAnsi="Arial" w:cs="Arial"/>
          <w:sz w:val="22"/>
        </w:rPr>
      </w:pPr>
    </w:p>
    <w:p w:rsidR="002A7C23" w:rsidRPr="00727CAE" w:rsidRDefault="00BD0252" w:rsidP="002A7C23">
      <w:pPr>
        <w:pStyle w:val="5psmeno"/>
        <w:numPr>
          <w:ilvl w:val="0"/>
          <w:numId w:val="0"/>
        </w:numPr>
        <w:rPr>
          <w:b/>
          <w:lang w:val="cs-CZ"/>
        </w:rPr>
      </w:pPr>
      <w:r w:rsidRPr="00727CAE">
        <w:rPr>
          <w:b/>
          <w:lang w:val="cs-CZ"/>
        </w:rPr>
        <w:t>Já, ani členové mého týmu (autoři, spoluautoři soutěžního návrhu, případně s</w:t>
      </w:r>
      <w:r w:rsidR="003A3ADB" w:rsidRPr="00727CAE">
        <w:rPr>
          <w:b/>
          <w:lang w:val="cs-CZ"/>
        </w:rPr>
        <w:t>polupracující osoby), zastupuju-</w:t>
      </w:r>
      <w:r w:rsidRPr="00727CAE">
        <w:rPr>
          <w:b/>
          <w:lang w:val="cs-CZ"/>
        </w:rPr>
        <w:t>li právnickou osobu, též nikdo ze statutárních orgánů:</w:t>
      </w:r>
    </w:p>
    <w:p w:rsidR="00BD0252" w:rsidRPr="006574C8" w:rsidRDefault="006574C8" w:rsidP="00235857">
      <w:pPr>
        <w:pStyle w:val="5psmeno"/>
        <w:numPr>
          <w:ilvl w:val="0"/>
          <w:numId w:val="4"/>
        </w:numPr>
        <w:ind w:left="1134" w:hanging="425"/>
        <w:rPr>
          <w:lang w:val="cs-CZ"/>
        </w:rPr>
      </w:pPr>
      <w:proofErr w:type="gramStart"/>
      <w:r w:rsidRPr="006574C8">
        <w:rPr>
          <w:lang w:val="cs-CZ"/>
        </w:rPr>
        <w:t>se</w:t>
      </w:r>
      <w:proofErr w:type="gramEnd"/>
      <w:r w:rsidRPr="006574C8">
        <w:rPr>
          <w:lang w:val="cs-CZ"/>
        </w:rPr>
        <w:t xml:space="preserve"> bezprostředně </w:t>
      </w:r>
      <w:proofErr w:type="gramStart"/>
      <w:r w:rsidRPr="006574C8">
        <w:rPr>
          <w:lang w:val="cs-CZ"/>
        </w:rPr>
        <w:t>nezúčastnil</w:t>
      </w:r>
      <w:proofErr w:type="gramEnd"/>
      <w:r w:rsidRPr="006574C8">
        <w:rPr>
          <w:lang w:val="cs-CZ"/>
        </w:rPr>
        <w:t xml:space="preserve"> přípravy soutěžního zadání a vyhlášení soutěže s výjimkou osob, které připravovaly mapové a analytické podklady</w:t>
      </w:r>
      <w:r w:rsidR="002A7C23" w:rsidRPr="006574C8">
        <w:rPr>
          <w:lang w:val="cs-CZ"/>
        </w:rPr>
        <w:t>;</w:t>
      </w:r>
    </w:p>
    <w:p w:rsidR="002A7C23" w:rsidRPr="006574C8" w:rsidRDefault="002A7C23" w:rsidP="00235857">
      <w:pPr>
        <w:pStyle w:val="5psmeno"/>
        <w:numPr>
          <w:ilvl w:val="0"/>
          <w:numId w:val="4"/>
        </w:numPr>
        <w:ind w:left="1134" w:hanging="425"/>
        <w:rPr>
          <w:lang w:val="cs-CZ"/>
        </w:rPr>
      </w:pPr>
      <w:r w:rsidRPr="006574C8">
        <w:rPr>
          <w:lang w:val="cs-CZ"/>
        </w:rPr>
        <w:t xml:space="preserve">není řádným členem nebo náhradníkem poroty, sekretářem poroty, </w:t>
      </w:r>
      <w:proofErr w:type="spellStart"/>
      <w:r w:rsidRPr="006574C8">
        <w:rPr>
          <w:lang w:val="cs-CZ"/>
        </w:rPr>
        <w:t>přezkušovatelem</w:t>
      </w:r>
      <w:proofErr w:type="spellEnd"/>
      <w:r w:rsidRPr="006574C8">
        <w:rPr>
          <w:lang w:val="cs-CZ"/>
        </w:rPr>
        <w:t xml:space="preserve"> soutěžních návrhů nebo přizvaným odborníkem této soutěže;</w:t>
      </w:r>
    </w:p>
    <w:p w:rsidR="006574C8" w:rsidRPr="006574C8" w:rsidRDefault="006574C8" w:rsidP="00235857">
      <w:pPr>
        <w:pStyle w:val="5psmeno"/>
        <w:numPr>
          <w:ilvl w:val="0"/>
          <w:numId w:val="4"/>
        </w:numPr>
        <w:ind w:left="1134" w:hanging="425"/>
        <w:rPr>
          <w:lang w:val="cs-CZ"/>
        </w:rPr>
      </w:pPr>
      <w:r w:rsidRPr="006574C8">
        <w:rPr>
          <w:lang w:val="cs-CZ"/>
        </w:rPr>
        <w:t xml:space="preserve">není manželem, přímým příbuzným, </w:t>
      </w:r>
      <w:proofErr w:type="spellStart"/>
      <w:r w:rsidRPr="006574C8">
        <w:rPr>
          <w:lang w:val="cs-CZ"/>
        </w:rPr>
        <w:t>sešvagřeným</w:t>
      </w:r>
      <w:proofErr w:type="spellEnd"/>
      <w:r w:rsidRPr="006574C8">
        <w:rPr>
          <w:lang w:val="cs-CZ"/>
        </w:rPr>
        <w:t xml:space="preserve"> v prvním stupni, trvalým projektovým partnerem, bezprostředním nadřízeným či přímým spolupracovníkem vyloučených osob; </w:t>
      </w:r>
    </w:p>
    <w:p w:rsidR="002A7C23" w:rsidRPr="003A3ADB" w:rsidRDefault="002A7C23" w:rsidP="00235857">
      <w:pPr>
        <w:pStyle w:val="5psmeno"/>
        <w:numPr>
          <w:ilvl w:val="0"/>
          <w:numId w:val="4"/>
        </w:numPr>
        <w:ind w:left="1134" w:hanging="425"/>
        <w:rPr>
          <w:lang w:val="cs-CZ"/>
        </w:rPr>
      </w:pPr>
      <w:r w:rsidRPr="003A3ADB">
        <w:rPr>
          <w:lang w:val="cs-CZ"/>
        </w:rPr>
        <w:t>není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soutěž;</w:t>
      </w:r>
    </w:p>
    <w:p w:rsidR="002A7C23" w:rsidRPr="003A3ADB" w:rsidRDefault="002A7C23" w:rsidP="002A7C23">
      <w:pPr>
        <w:pStyle w:val="6podpismeno"/>
        <w:rPr>
          <w:lang w:val="cs-CZ"/>
        </w:rPr>
      </w:pPr>
    </w:p>
    <w:p w:rsidR="002A7C23" w:rsidRPr="00727CAE" w:rsidRDefault="002A7C23" w:rsidP="002A7C23">
      <w:pPr>
        <w:pStyle w:val="5psmeno"/>
        <w:numPr>
          <w:ilvl w:val="0"/>
          <w:numId w:val="0"/>
        </w:numPr>
        <w:rPr>
          <w:b/>
          <w:lang w:val="cs-CZ"/>
        </w:rPr>
      </w:pPr>
      <w:proofErr w:type="gramStart"/>
      <w:r w:rsidRPr="003A3ADB">
        <w:rPr>
          <w:b/>
          <w:lang w:val="cs-CZ"/>
        </w:rPr>
        <w:t>Já</w:t>
      </w:r>
      <w:proofErr w:type="gramEnd"/>
      <w:r w:rsidRPr="003A3ADB">
        <w:rPr>
          <w:b/>
          <w:lang w:val="cs-CZ"/>
        </w:rPr>
        <w:t>, členové mého týmu (autoři, spoluautoři soutěžního návrhu, případně s</w:t>
      </w:r>
      <w:r w:rsidR="003A3ADB">
        <w:rPr>
          <w:b/>
          <w:lang w:val="cs-CZ"/>
        </w:rPr>
        <w:t>polupracující osoby), zastupuju-</w:t>
      </w:r>
      <w:r w:rsidRPr="003A3ADB">
        <w:rPr>
          <w:b/>
          <w:lang w:val="cs-CZ"/>
        </w:rPr>
        <w:t>li právnickou osobu, též statutární orgány splňujeme základní způsobilost dle § 74 Zákona o zadávání veřejných zakázek, ve znění pozdějších předpisů</w:t>
      </w:r>
      <w:r w:rsidR="00A56365" w:rsidRPr="003A3ADB">
        <w:rPr>
          <w:b/>
          <w:lang w:val="cs-CZ"/>
        </w:rPr>
        <w:t xml:space="preserve">, </w:t>
      </w:r>
      <w:r w:rsidR="00A56365" w:rsidRPr="00727CAE">
        <w:rPr>
          <w:b/>
          <w:lang w:val="cs-CZ"/>
        </w:rPr>
        <w:t xml:space="preserve">tj. jsem dodavatel, </w:t>
      </w:r>
      <w:proofErr w:type="gramStart"/>
      <w:r w:rsidR="00A56365" w:rsidRPr="00727CAE">
        <w:rPr>
          <w:b/>
          <w:lang w:val="cs-CZ"/>
        </w:rPr>
        <w:t>který</w:t>
      </w:r>
      <w:r w:rsidR="007C0D29" w:rsidRPr="00727CAE">
        <w:rPr>
          <w:b/>
          <w:lang w:val="cs-CZ"/>
        </w:rPr>
        <w:t>:</w:t>
      </w:r>
      <w:proofErr w:type="gramEnd"/>
    </w:p>
    <w:p w:rsidR="00BD0252" w:rsidRPr="00727CAE" w:rsidRDefault="00A56365" w:rsidP="00BD0252">
      <w:pPr>
        <w:pStyle w:val="5psmeno"/>
        <w:rPr>
          <w:lang w:val="cs-CZ"/>
        </w:rPr>
      </w:pPr>
      <w:r w:rsidRPr="00727CAE">
        <w:rPr>
          <w:lang w:val="cs-CZ"/>
        </w:rPr>
        <w:t xml:space="preserve">nebyl v zemi svého sídla v posledních 5 letech před </w:t>
      </w:r>
      <w:r w:rsidR="003A3ADB" w:rsidRPr="00727CAE">
        <w:rPr>
          <w:lang w:val="cs-CZ"/>
        </w:rPr>
        <w:t>zahájením</w:t>
      </w:r>
      <w:r w:rsidRPr="00727CAE">
        <w:rPr>
          <w:lang w:val="cs-CZ"/>
        </w:rPr>
        <w:t xml:space="preserve"> zadávacího řízení pravomocně odsouzen</w:t>
      </w:r>
      <w:r w:rsidR="003A3ADB" w:rsidRPr="00727CAE">
        <w:rPr>
          <w:lang w:val="cs-CZ"/>
        </w:rPr>
        <w:t xml:space="preserve"> pro trestný čin uvedený v příloze </w:t>
      </w:r>
      <w:r w:rsidR="007C0D29" w:rsidRPr="00727CAE">
        <w:rPr>
          <w:lang w:val="cs-CZ"/>
        </w:rPr>
        <w:t>č. 3 k tomuto</w:t>
      </w:r>
      <w:r w:rsidR="003A3ADB" w:rsidRPr="00727CAE">
        <w:rPr>
          <w:lang w:val="cs-CZ"/>
        </w:rPr>
        <w:t xml:space="preserve"> zákonu nebo obdobný trestný čin podle právního řádu země sídla dodavatele; k zahlazeným odsouzením se nepřihlíží, </w:t>
      </w:r>
    </w:p>
    <w:p w:rsidR="003A3ADB" w:rsidRPr="00727CAE" w:rsidRDefault="003A3ADB" w:rsidP="00BD0252">
      <w:pPr>
        <w:pStyle w:val="5psmeno"/>
        <w:rPr>
          <w:lang w:val="cs-CZ"/>
        </w:rPr>
      </w:pPr>
      <w:r w:rsidRPr="00727CAE">
        <w:rPr>
          <w:lang w:val="cs-CZ"/>
        </w:rPr>
        <w:t>nemá v České republice nebo v zemi svého sídla v evidenc</w:t>
      </w:r>
      <w:r w:rsidR="00727CAE">
        <w:rPr>
          <w:lang w:val="cs-CZ"/>
        </w:rPr>
        <w:t>i</w:t>
      </w:r>
      <w:r w:rsidRPr="00727CAE">
        <w:rPr>
          <w:lang w:val="cs-CZ"/>
        </w:rPr>
        <w:t xml:space="preserve"> daní zachycen splatný daňový poplatek</w:t>
      </w:r>
      <w:r w:rsidR="00727CAE">
        <w:rPr>
          <w:lang w:val="cs-CZ"/>
        </w:rPr>
        <w:t>,</w:t>
      </w:r>
    </w:p>
    <w:p w:rsidR="003A3ADB" w:rsidRPr="00727CAE" w:rsidRDefault="003A3ADB" w:rsidP="00BD0252">
      <w:pPr>
        <w:pStyle w:val="5psmeno"/>
        <w:rPr>
          <w:lang w:val="cs-CZ"/>
        </w:rPr>
      </w:pPr>
      <w:r w:rsidRPr="00727CAE">
        <w:rPr>
          <w:lang w:val="cs-CZ"/>
        </w:rPr>
        <w:t xml:space="preserve">nemá v České republice nebo zemi svého sídla splatný nedoplatek na pojistném nebo na penále na veřejné zdravotní pojištění, </w:t>
      </w:r>
    </w:p>
    <w:p w:rsidR="003A3ADB" w:rsidRPr="00727CAE" w:rsidRDefault="003A3ADB" w:rsidP="00BD0252">
      <w:pPr>
        <w:pStyle w:val="5psmeno"/>
        <w:rPr>
          <w:lang w:val="cs-CZ"/>
        </w:rPr>
      </w:pPr>
      <w:r w:rsidRPr="00727CAE">
        <w:rPr>
          <w:lang w:val="cs-CZ"/>
        </w:rPr>
        <w:t xml:space="preserve">nemá v České republice nebo v zemi svého sídla nedoplatek na pojistném nebo penále na sociální zabezpečení a příspěvku na státní politiku zaměstnanosti, </w:t>
      </w:r>
    </w:p>
    <w:p w:rsidR="003A3ADB" w:rsidRPr="00727CAE" w:rsidRDefault="00727CAE" w:rsidP="00BD0252">
      <w:pPr>
        <w:pStyle w:val="5psmeno"/>
        <w:rPr>
          <w:lang w:val="cs-CZ"/>
        </w:rPr>
      </w:pPr>
      <w:r>
        <w:rPr>
          <w:lang w:val="cs-CZ"/>
        </w:rPr>
        <w:t>není</w:t>
      </w:r>
      <w:r w:rsidR="003A3ADB" w:rsidRPr="00727CAE">
        <w:rPr>
          <w:lang w:val="cs-CZ"/>
        </w:rPr>
        <w:t xml:space="preserve"> v likvidaci, </w:t>
      </w:r>
      <w:r>
        <w:rPr>
          <w:lang w:val="cs-CZ"/>
        </w:rPr>
        <w:t xml:space="preserve">proti kterému </w:t>
      </w:r>
      <w:r w:rsidR="003A3ADB" w:rsidRPr="00727CAE">
        <w:rPr>
          <w:lang w:val="cs-CZ"/>
        </w:rPr>
        <w:t>nebyla nařízena nucená správa podle jiného právního předpisu nebo v obdobné situaci podle právního řádu země sídla dodavatele.</w:t>
      </w:r>
    </w:p>
    <w:p w:rsidR="003A3ADB" w:rsidRPr="003A3ADB" w:rsidRDefault="003A3ADB" w:rsidP="003A3ADB">
      <w:pPr>
        <w:pStyle w:val="5psmeno"/>
        <w:numPr>
          <w:ilvl w:val="0"/>
          <w:numId w:val="0"/>
        </w:numPr>
        <w:rPr>
          <w:lang w:val="cs-CZ"/>
        </w:rPr>
      </w:pPr>
      <w:r w:rsidRPr="003A3ADB">
        <w:rPr>
          <w:b/>
          <w:lang w:val="cs-CZ"/>
        </w:rPr>
        <w:lastRenderedPageBreak/>
        <w:t>Prohlašuji, že jsem zapsán v obchodním rejstříku nebo jiné evidenci</w:t>
      </w:r>
      <w:r w:rsidRPr="003A3ADB">
        <w:rPr>
          <w:lang w:val="cs-CZ"/>
        </w:rPr>
        <w:t xml:space="preserve"> (nevztahuje se na fyzické osoby a jejich společnosti a na právnické osoby se sídlem v zemi, kde t</w:t>
      </w:r>
      <w:r w:rsidR="00727CAE">
        <w:rPr>
          <w:lang w:val="cs-CZ"/>
        </w:rPr>
        <w:t>aková evidence není vyžadována).</w:t>
      </w:r>
    </w:p>
    <w:p w:rsidR="00BD0252" w:rsidRPr="003A3ADB" w:rsidRDefault="003A3ADB" w:rsidP="003A3ADB">
      <w:pPr>
        <w:pStyle w:val="5psmeno"/>
        <w:numPr>
          <w:ilvl w:val="0"/>
          <w:numId w:val="0"/>
        </w:numPr>
        <w:rPr>
          <w:lang w:val="cs-CZ"/>
        </w:rPr>
      </w:pPr>
      <w:r w:rsidRPr="003A3ADB">
        <w:rPr>
          <w:b/>
          <w:lang w:val="cs-CZ"/>
        </w:rPr>
        <w:t>Prohlašuji, že mám</w:t>
      </w:r>
      <w:r w:rsidR="00BD0252" w:rsidRPr="003A3ADB">
        <w:rPr>
          <w:b/>
          <w:lang w:val="cs-CZ"/>
        </w:rPr>
        <w:t xml:space="preserve"> oprávnění k podnikání pro projektovou činnost ve výstavbě</w:t>
      </w:r>
      <w:r w:rsidR="00BD0252" w:rsidRPr="003A3ADB">
        <w:rPr>
          <w:lang w:val="cs-CZ"/>
        </w:rPr>
        <w:t xml:space="preserve"> (nevztahuje se na osoby vykonávající činnost architekta jako svobodné povolání a na fyzické a právnické osoby se sídlem v zemi, kde takové oprávnění není vyža</w:t>
      </w:r>
      <w:r>
        <w:rPr>
          <w:lang w:val="cs-CZ"/>
        </w:rPr>
        <w:t>dováno).</w:t>
      </w:r>
    </w:p>
    <w:p w:rsidR="00BD0252" w:rsidRPr="003A3ADB" w:rsidRDefault="00BD0252" w:rsidP="00B20728">
      <w:pPr>
        <w:rPr>
          <w:rFonts w:ascii="Arial" w:hAnsi="Arial" w:cs="Arial"/>
          <w:szCs w:val="20"/>
        </w:rPr>
      </w:pPr>
    </w:p>
    <w:p w:rsidR="00B20728" w:rsidRPr="003A3ADB" w:rsidRDefault="00B20728" w:rsidP="00B20728">
      <w:pPr>
        <w:rPr>
          <w:rFonts w:ascii="Arial" w:hAnsi="Arial" w:cs="Arial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552"/>
      </w:tblGrid>
      <w:tr w:rsidR="0001551D" w:rsidTr="00F71466">
        <w:trPr>
          <w:trHeight w:val="983"/>
        </w:trPr>
        <w:tc>
          <w:tcPr>
            <w:tcW w:w="3256" w:type="dxa"/>
          </w:tcPr>
          <w:p w:rsidR="0001551D" w:rsidRPr="00CB7BCA" w:rsidRDefault="0001551D" w:rsidP="00F7146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j</w:t>
            </w:r>
            <w:r w:rsidRPr="00CB7BCA">
              <w:rPr>
                <w:rFonts w:ascii="Arial" w:hAnsi="Arial" w:cs="Arial"/>
                <w:b/>
                <w:szCs w:val="20"/>
              </w:rPr>
              <w:t xml:space="preserve">méno </w:t>
            </w:r>
            <w:r>
              <w:rPr>
                <w:rFonts w:ascii="Arial" w:hAnsi="Arial" w:cs="Arial"/>
                <w:b/>
                <w:szCs w:val="20"/>
              </w:rPr>
              <w:t xml:space="preserve">účastníků </w:t>
            </w:r>
            <w:r w:rsidRPr="00CB7BCA">
              <w:rPr>
                <w:rFonts w:ascii="Arial" w:hAnsi="Arial" w:cs="Arial"/>
                <w:b/>
                <w:szCs w:val="20"/>
              </w:rPr>
              <w:t xml:space="preserve">/ </w:t>
            </w:r>
            <w:r>
              <w:rPr>
                <w:rFonts w:ascii="Arial" w:hAnsi="Arial" w:cs="Arial"/>
                <w:b/>
                <w:szCs w:val="20"/>
              </w:rPr>
              <w:t>autorů / spoluautorů a spolupracujících osob</w:t>
            </w:r>
            <w:r w:rsidR="002C0C3F">
              <w:rPr>
                <w:rFonts w:ascii="Arial" w:hAnsi="Arial" w:cs="Arial"/>
                <w:b/>
                <w:szCs w:val="20"/>
              </w:rPr>
              <w:t xml:space="preserve"> / název obchodní společnosti</w:t>
            </w:r>
          </w:p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podpis</w:t>
            </w:r>
          </w:p>
        </w:tc>
        <w:tc>
          <w:tcPr>
            <w:tcW w:w="2552" w:type="dxa"/>
          </w:tcPr>
          <w:p w:rsidR="0001551D" w:rsidRDefault="0001551D" w:rsidP="00727CAE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datum </w:t>
            </w:r>
          </w:p>
        </w:tc>
      </w:tr>
      <w:tr w:rsidR="0001551D" w:rsidTr="00F71466">
        <w:trPr>
          <w:trHeight w:val="565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01551D" w:rsidTr="00F71466">
        <w:trPr>
          <w:trHeight w:val="545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01551D" w:rsidTr="00F71466">
        <w:trPr>
          <w:trHeight w:val="567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01551D" w:rsidTr="00F71466">
        <w:trPr>
          <w:trHeight w:val="567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01551D" w:rsidTr="00F71466">
        <w:trPr>
          <w:trHeight w:val="567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  <w:tr w:rsidR="0001551D" w:rsidTr="00F71466">
        <w:trPr>
          <w:trHeight w:val="567"/>
        </w:trPr>
        <w:tc>
          <w:tcPr>
            <w:tcW w:w="3256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3118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2" w:type="dxa"/>
          </w:tcPr>
          <w:p w:rsidR="0001551D" w:rsidRDefault="0001551D" w:rsidP="00F7146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Pr="00B20728" w:rsidRDefault="00B20728" w:rsidP="00B20728">
      <w:pPr>
        <w:rPr>
          <w:rFonts w:ascii="Arial" w:hAnsi="Arial" w:cs="Arial"/>
          <w:szCs w:val="20"/>
        </w:rPr>
      </w:pPr>
    </w:p>
    <w:p w:rsidR="00B20728" w:rsidRDefault="00B20728" w:rsidP="00B20728">
      <w:pPr>
        <w:rPr>
          <w:rFonts w:ascii="Arial" w:hAnsi="Arial" w:cs="Arial"/>
          <w:szCs w:val="20"/>
        </w:rPr>
      </w:pPr>
    </w:p>
    <w:p w:rsidR="00B20728" w:rsidRDefault="00B20728" w:rsidP="00B20728">
      <w:pPr>
        <w:rPr>
          <w:rFonts w:ascii="Arial" w:hAnsi="Arial" w:cs="Arial"/>
          <w:szCs w:val="20"/>
        </w:rPr>
      </w:pPr>
    </w:p>
    <w:p w:rsidR="00873C08" w:rsidRPr="00B20728" w:rsidRDefault="00873C08" w:rsidP="00B20728">
      <w:pPr>
        <w:rPr>
          <w:rFonts w:ascii="Arial" w:hAnsi="Arial" w:cs="Arial"/>
          <w:szCs w:val="20"/>
        </w:rPr>
      </w:pPr>
    </w:p>
    <w:sectPr w:rsidR="00873C08" w:rsidRPr="00B20728" w:rsidSect="00F01C9B">
      <w:footerReference w:type="default" r:id="rId8"/>
      <w:headerReference w:type="first" r:id="rId9"/>
      <w:footerReference w:type="first" r:id="rId10"/>
      <w:pgSz w:w="11907" w:h="16839" w:code="9"/>
      <w:pgMar w:top="1134" w:right="737" w:bottom="1701" w:left="1644" w:header="737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BCA" w:rsidRDefault="00CB7BCA" w:rsidP="003A3992">
      <w:r>
        <w:separator/>
      </w:r>
    </w:p>
  </w:endnote>
  <w:endnote w:type="continuationSeparator" w:id="0">
    <w:p w:rsidR="00CB7BCA" w:rsidRDefault="00CB7BCA" w:rsidP="003A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689238"/>
      <w:docPartObj>
        <w:docPartGallery w:val="Page Numbers (Bottom of Page)"/>
        <w:docPartUnique/>
      </w:docPartObj>
    </w:sdtPr>
    <w:sdtEndPr/>
    <w:sdtContent>
      <w:p w:rsidR="00244483" w:rsidRDefault="002444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57">
          <w:rPr>
            <w:noProof/>
          </w:rPr>
          <w:t>2</w:t>
        </w:r>
        <w:r>
          <w:fldChar w:fldCharType="end"/>
        </w:r>
      </w:p>
    </w:sdtContent>
  </w:sdt>
  <w:p w:rsidR="00F01C9B" w:rsidRPr="00F01C9B" w:rsidRDefault="00F01C9B" w:rsidP="00F01C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6546514"/>
      <w:docPartObj>
        <w:docPartGallery w:val="Page Numbers (Bottom of Page)"/>
        <w:docPartUnique/>
      </w:docPartObj>
    </w:sdtPr>
    <w:sdtEndPr/>
    <w:sdtContent>
      <w:p w:rsidR="00244483" w:rsidRDefault="0024448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57">
          <w:rPr>
            <w:noProof/>
          </w:rPr>
          <w:t>1</w:t>
        </w:r>
        <w:r>
          <w:fldChar w:fldCharType="end"/>
        </w:r>
      </w:p>
    </w:sdtContent>
  </w:sdt>
  <w:p w:rsidR="00F01C9B" w:rsidRPr="00F01C9B" w:rsidRDefault="00F01C9B" w:rsidP="00F01C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BCA" w:rsidRDefault="00CB7BCA" w:rsidP="003A3992">
      <w:r>
        <w:separator/>
      </w:r>
    </w:p>
  </w:footnote>
  <w:footnote w:type="continuationSeparator" w:id="0">
    <w:p w:rsidR="00CB7BCA" w:rsidRDefault="00CB7BCA" w:rsidP="003A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  <w:r>
      <w:rPr>
        <w:noProof/>
        <w:lang w:eastAsia="cs-CZ"/>
      </w:rPr>
      <w:drawing>
        <wp:anchor distT="0" distB="0" distL="114300" distR="114300" simplePos="0" relativeHeight="251672576" behindDoc="1" locked="0" layoutInCell="1" allowOverlap="1" wp14:anchorId="3A66CC4E" wp14:editId="14B89731">
          <wp:simplePos x="0" y="0"/>
          <wp:positionH relativeFrom="page">
            <wp:posOffset>431800</wp:posOffset>
          </wp:positionH>
          <wp:positionV relativeFrom="page">
            <wp:posOffset>431800</wp:posOffset>
          </wp:positionV>
          <wp:extent cx="2257425" cy="554355"/>
          <wp:effectExtent l="0" t="0" r="0" b="0"/>
          <wp:wrapSquare wrapText="bothSides"/>
          <wp:docPr id="1" name="Obrázek 2" descr="Y:\Logomanuál 2016\Využití město UH\Vzory pro VERU\znac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Y:\Logomanuál 2016\Využití město UH\Vzory pro VERU\znac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93D">
      <w:tab/>
    </w:r>
    <w:r w:rsidRPr="00CB7BCA">
      <w:rPr>
        <w:b/>
        <w:szCs w:val="20"/>
      </w:rPr>
      <w:t>M</w:t>
    </w:r>
    <w:r w:rsidR="00B20728" w:rsidRPr="00CB7BCA">
      <w:rPr>
        <w:b/>
        <w:szCs w:val="20"/>
      </w:rPr>
      <w:t>ěsto/M</w:t>
    </w:r>
    <w:r w:rsidRPr="00CB7BCA">
      <w:rPr>
        <w:b/>
        <w:szCs w:val="20"/>
      </w:rPr>
      <w:t>ěstský úřad Uherské Hradiště</w:t>
    </w:r>
  </w:p>
  <w:p w:rsid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CB7BCA" w:rsidRPr="00CB7BCA" w:rsidRDefault="00CB7BCA" w:rsidP="00F01C9B">
    <w:pPr>
      <w:pStyle w:val="Zhlav"/>
      <w:tabs>
        <w:tab w:val="clear" w:pos="4536"/>
        <w:tab w:val="clear" w:pos="9072"/>
        <w:tab w:val="left" w:pos="5443"/>
      </w:tabs>
      <w:rPr>
        <w:b/>
        <w:szCs w:val="20"/>
      </w:rPr>
    </w:pP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szCs w:val="20"/>
      </w:rPr>
    </w:pPr>
    <w:r w:rsidRPr="00CB7BCA">
      <w:rPr>
        <w:b/>
        <w:szCs w:val="20"/>
      </w:rPr>
      <w:tab/>
    </w:r>
    <w:r w:rsidR="00CB7BCA" w:rsidRPr="00AB4D1E">
      <w:rPr>
        <w:rFonts w:asciiTheme="minorHAnsi" w:hAnsiTheme="minorHAnsi" w:cstheme="minorHAnsi"/>
        <w:szCs w:val="20"/>
      </w:rPr>
      <w:t>Soutěž „</w:t>
    </w:r>
    <w:r w:rsidR="00AB4D1E">
      <w:rPr>
        <w:rFonts w:asciiTheme="minorHAnsi" w:hAnsiTheme="minorHAnsi" w:cstheme="minorHAnsi"/>
        <w:szCs w:val="20"/>
      </w:rPr>
      <w:t xml:space="preserve">Rekonstrukce </w:t>
    </w:r>
    <w:r w:rsidR="00CB7BCA" w:rsidRPr="00AB4D1E">
      <w:rPr>
        <w:rFonts w:asciiTheme="minorHAnsi" w:hAnsiTheme="minorHAnsi" w:cstheme="minorHAnsi"/>
        <w:szCs w:val="20"/>
      </w:rPr>
      <w:t>Masarykov</w:t>
    </w:r>
    <w:r w:rsidR="00AB4D1E">
      <w:rPr>
        <w:rFonts w:asciiTheme="minorHAnsi" w:hAnsiTheme="minorHAnsi" w:cstheme="minorHAnsi"/>
        <w:szCs w:val="20"/>
      </w:rPr>
      <w:t>a</w:t>
    </w:r>
    <w:r w:rsidR="00CB7BCA" w:rsidRPr="00AB4D1E">
      <w:rPr>
        <w:rFonts w:asciiTheme="minorHAnsi" w:hAnsiTheme="minorHAnsi" w:cstheme="minorHAnsi"/>
        <w:szCs w:val="20"/>
      </w:rPr>
      <w:t xml:space="preserve"> náměstí“</w:t>
    </w:r>
  </w:p>
  <w:p w:rsidR="00F01C9B" w:rsidRPr="00AB4D1E" w:rsidRDefault="00F01C9B" w:rsidP="00F01C9B">
    <w:pPr>
      <w:pStyle w:val="Zhlav"/>
      <w:tabs>
        <w:tab w:val="clear" w:pos="4536"/>
        <w:tab w:val="clear" w:pos="9072"/>
        <w:tab w:val="left" w:pos="5443"/>
      </w:tabs>
      <w:rPr>
        <w:rFonts w:asciiTheme="minorHAnsi" w:hAnsiTheme="minorHAnsi" w:cstheme="minorHAnsi"/>
        <w:b/>
        <w:szCs w:val="20"/>
      </w:rPr>
    </w:pPr>
    <w:r w:rsidRPr="00AB4D1E">
      <w:rPr>
        <w:rFonts w:asciiTheme="minorHAnsi" w:hAnsiTheme="minorHAnsi" w:cstheme="minorHAnsi"/>
        <w:szCs w:val="20"/>
      </w:rPr>
      <w:tab/>
    </w:r>
    <w:r w:rsidR="00CB7BCA" w:rsidRPr="00AB4D1E">
      <w:rPr>
        <w:rFonts w:asciiTheme="minorHAnsi" w:hAnsiTheme="minorHAnsi" w:cstheme="minorHAnsi"/>
        <w:b/>
        <w:sz w:val="36"/>
        <w:szCs w:val="20"/>
      </w:rPr>
      <w:t xml:space="preserve">Formulář </w:t>
    </w:r>
    <w:r w:rsidR="00AB2107">
      <w:rPr>
        <w:rFonts w:asciiTheme="minorHAnsi" w:hAnsiTheme="minorHAnsi" w:cstheme="minorHAnsi"/>
        <w:b/>
        <w:sz w:val="36"/>
        <w:szCs w:val="20"/>
      </w:rPr>
      <w:t>F2</w:t>
    </w:r>
    <w:r w:rsidRPr="00AB4D1E">
      <w:rPr>
        <w:rFonts w:asciiTheme="minorHAnsi" w:hAnsiTheme="minorHAnsi" w:cstheme="minorHAnsi"/>
        <w:b/>
        <w:sz w:val="36"/>
        <w:szCs w:val="20"/>
      </w:rPr>
      <w:t xml:space="preserve"> </w:t>
    </w:r>
  </w:p>
  <w:p w:rsidR="00F01C9B" w:rsidRPr="00CB7BCA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D92AD6" w:rsidRDefault="00F01C9B" w:rsidP="00F01C9B">
    <w:pPr>
      <w:pStyle w:val="Zhlav"/>
      <w:tabs>
        <w:tab w:val="clear" w:pos="4536"/>
        <w:tab w:val="clear" w:pos="9072"/>
        <w:tab w:val="left" w:pos="5443"/>
      </w:tabs>
      <w:rPr>
        <w:szCs w:val="20"/>
      </w:rPr>
    </w:pPr>
  </w:p>
  <w:p w:rsidR="00F01C9B" w:rsidRPr="000C393D" w:rsidRDefault="00F01C9B" w:rsidP="00F01C9B">
    <w:pPr>
      <w:pStyle w:val="Zhlav"/>
      <w:tabs>
        <w:tab w:val="clear" w:pos="4536"/>
        <w:tab w:val="clear" w:pos="9072"/>
        <w:tab w:val="left" w:pos="5443"/>
      </w:tabs>
      <w:spacing w:after="120"/>
    </w:pPr>
  </w:p>
  <w:p w:rsidR="005223B9" w:rsidRPr="00F01C9B" w:rsidRDefault="005223B9" w:rsidP="00F01C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21D36"/>
    <w:multiLevelType w:val="hybridMultilevel"/>
    <w:tmpl w:val="35FA23EC"/>
    <w:lvl w:ilvl="0" w:tplc="DD78C4E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B9A636A"/>
    <w:multiLevelType w:val="hybridMultilevel"/>
    <w:tmpl w:val="52B42D8A"/>
    <w:lvl w:ilvl="0" w:tplc="04050011">
      <w:start w:val="1"/>
      <w:numFmt w:val="decimal"/>
      <w:lvlText w:val="%1)"/>
      <w:lvlJc w:val="left"/>
      <w:pPr>
        <w:ind w:left="740" w:hanging="360"/>
      </w:pPr>
    </w:lvl>
    <w:lvl w:ilvl="1" w:tplc="04050019" w:tentative="1">
      <w:start w:val="1"/>
      <w:numFmt w:val="lowerLetter"/>
      <w:lvlText w:val="%2."/>
      <w:lvlJc w:val="left"/>
      <w:pPr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 w15:restartNumberingAfterBreak="0">
    <w:nsid w:val="61387053"/>
    <w:multiLevelType w:val="multilevel"/>
    <w:tmpl w:val="DB389F62"/>
    <w:lvl w:ilvl="0">
      <w:start w:val="1"/>
      <w:numFmt w:val="lowerLetter"/>
      <w:pStyle w:val="5psmeno"/>
      <w:lvlText w:val="%1)"/>
      <w:lvlJc w:val="left"/>
      <w:pPr>
        <w:tabs>
          <w:tab w:val="num" w:pos="0"/>
        </w:tabs>
        <w:ind w:left="1069" w:hanging="360"/>
      </w:pPr>
      <w:rPr>
        <w:rFonts w:ascii="Arial" w:eastAsiaTheme="minorHAnsi" w:hAnsi="Arial" w:cstheme="minorBidi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2" w:hanging="180"/>
      </w:pPr>
    </w:lvl>
  </w:abstractNum>
  <w:abstractNum w:abstractNumId="3" w15:restartNumberingAfterBreak="0">
    <w:nsid w:val="66B5688D"/>
    <w:multiLevelType w:val="hybridMultilevel"/>
    <w:tmpl w:val="4F143128"/>
    <w:lvl w:ilvl="0" w:tplc="37A63B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CA"/>
    <w:rsid w:val="00000366"/>
    <w:rsid w:val="0001551D"/>
    <w:rsid w:val="00061125"/>
    <w:rsid w:val="00092BF6"/>
    <w:rsid w:val="000A7BAC"/>
    <w:rsid w:val="000C4B2D"/>
    <w:rsid w:val="000F79D2"/>
    <w:rsid w:val="0015063F"/>
    <w:rsid w:val="001A1C5C"/>
    <w:rsid w:val="001B29BE"/>
    <w:rsid w:val="00217BC5"/>
    <w:rsid w:val="00235857"/>
    <w:rsid w:val="00244483"/>
    <w:rsid w:val="00254057"/>
    <w:rsid w:val="0027383A"/>
    <w:rsid w:val="00285796"/>
    <w:rsid w:val="002A0427"/>
    <w:rsid w:val="002A6A3D"/>
    <w:rsid w:val="002A7C23"/>
    <w:rsid w:val="002B13DE"/>
    <w:rsid w:val="002C0A86"/>
    <w:rsid w:val="002C0C3F"/>
    <w:rsid w:val="003669E4"/>
    <w:rsid w:val="00372194"/>
    <w:rsid w:val="003A3992"/>
    <w:rsid w:val="003A3ADB"/>
    <w:rsid w:val="00404CCE"/>
    <w:rsid w:val="00416FE0"/>
    <w:rsid w:val="0043581F"/>
    <w:rsid w:val="00441DDA"/>
    <w:rsid w:val="0044701F"/>
    <w:rsid w:val="00485F8C"/>
    <w:rsid w:val="005223B9"/>
    <w:rsid w:val="0052257F"/>
    <w:rsid w:val="005A6F1C"/>
    <w:rsid w:val="005B701D"/>
    <w:rsid w:val="005E0BAC"/>
    <w:rsid w:val="005F052F"/>
    <w:rsid w:val="00600E20"/>
    <w:rsid w:val="006574C8"/>
    <w:rsid w:val="00663A8D"/>
    <w:rsid w:val="00673AEA"/>
    <w:rsid w:val="00676998"/>
    <w:rsid w:val="006F08C2"/>
    <w:rsid w:val="006F5256"/>
    <w:rsid w:val="006F54A1"/>
    <w:rsid w:val="00727CAE"/>
    <w:rsid w:val="0079121E"/>
    <w:rsid w:val="007B14E9"/>
    <w:rsid w:val="007C0D29"/>
    <w:rsid w:val="008061DE"/>
    <w:rsid w:val="00811988"/>
    <w:rsid w:val="00847724"/>
    <w:rsid w:val="00873C08"/>
    <w:rsid w:val="00884B5E"/>
    <w:rsid w:val="008D548A"/>
    <w:rsid w:val="008D6774"/>
    <w:rsid w:val="00911451"/>
    <w:rsid w:val="009759F3"/>
    <w:rsid w:val="009A5153"/>
    <w:rsid w:val="009C5056"/>
    <w:rsid w:val="009F6EE4"/>
    <w:rsid w:val="00A1448C"/>
    <w:rsid w:val="00A43300"/>
    <w:rsid w:val="00A51BA7"/>
    <w:rsid w:val="00A56365"/>
    <w:rsid w:val="00A5777D"/>
    <w:rsid w:val="00A7197F"/>
    <w:rsid w:val="00AB2107"/>
    <w:rsid w:val="00AB4D1E"/>
    <w:rsid w:val="00AE08C3"/>
    <w:rsid w:val="00AE27A2"/>
    <w:rsid w:val="00B015AD"/>
    <w:rsid w:val="00B15059"/>
    <w:rsid w:val="00B20728"/>
    <w:rsid w:val="00B63467"/>
    <w:rsid w:val="00B94F15"/>
    <w:rsid w:val="00BD0252"/>
    <w:rsid w:val="00BF47CC"/>
    <w:rsid w:val="00C23BCF"/>
    <w:rsid w:val="00C36DDC"/>
    <w:rsid w:val="00C55314"/>
    <w:rsid w:val="00C93397"/>
    <w:rsid w:val="00CA27CE"/>
    <w:rsid w:val="00CB7BCA"/>
    <w:rsid w:val="00CC4582"/>
    <w:rsid w:val="00D07892"/>
    <w:rsid w:val="00D07CE5"/>
    <w:rsid w:val="00D11804"/>
    <w:rsid w:val="00D30BA2"/>
    <w:rsid w:val="00D34CAB"/>
    <w:rsid w:val="00D73B2C"/>
    <w:rsid w:val="00D87FE9"/>
    <w:rsid w:val="00DE0062"/>
    <w:rsid w:val="00DE5CB0"/>
    <w:rsid w:val="00E01285"/>
    <w:rsid w:val="00E03B1E"/>
    <w:rsid w:val="00E57BD3"/>
    <w:rsid w:val="00E764FC"/>
    <w:rsid w:val="00E84696"/>
    <w:rsid w:val="00EC0C9F"/>
    <w:rsid w:val="00F01C9B"/>
    <w:rsid w:val="00F0403F"/>
    <w:rsid w:val="00FC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CFC6C1A-4ED2-4D1E-92B3-BADA03D0A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20"/>
    </w:pPr>
    <w:rPr>
      <w:rFonts w:ascii="Arial" w:eastAsia="Arial" w:hAnsi="Arial"/>
      <w:b/>
      <w:bCs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3992"/>
  </w:style>
  <w:style w:type="paragraph" w:styleId="Zpat">
    <w:name w:val="footer"/>
    <w:basedOn w:val="Normln"/>
    <w:link w:val="ZpatChar"/>
    <w:uiPriority w:val="99"/>
    <w:unhideWhenUsed/>
    <w:rsid w:val="003A39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3992"/>
  </w:style>
  <w:style w:type="character" w:styleId="Hypertextovodkaz">
    <w:name w:val="Hyperlink"/>
    <w:basedOn w:val="Standardnpsmoodstavce"/>
    <w:uiPriority w:val="99"/>
    <w:unhideWhenUsed/>
    <w:rsid w:val="00B6346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1285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1285"/>
    <w:rPr>
      <w:rFonts w:ascii="Tahoma" w:hAnsi="Tahoma" w:cs="Tahoma"/>
      <w:sz w:val="16"/>
      <w:szCs w:val="16"/>
      <w:lang w:val="cs-CZ"/>
    </w:rPr>
  </w:style>
  <w:style w:type="table" w:styleId="Mkatabulky">
    <w:name w:val="Table Grid"/>
    <w:basedOn w:val="Normlntabulka"/>
    <w:uiPriority w:val="59"/>
    <w:rsid w:val="00A57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psmenoChar">
    <w:name w:val="5_písmeno Char"/>
    <w:link w:val="5psmeno"/>
    <w:qFormat/>
    <w:rsid w:val="00BD0252"/>
    <w:rPr>
      <w:rFonts w:ascii="Arial" w:hAnsi="Arial"/>
      <w:sz w:val="22"/>
      <w:lang w:eastAsia="ar-SA"/>
    </w:rPr>
  </w:style>
  <w:style w:type="character" w:customStyle="1" w:styleId="6podpismenoChar">
    <w:name w:val="6_podpismeno Char"/>
    <w:link w:val="6podpismeno"/>
    <w:qFormat/>
    <w:rsid w:val="00BD0252"/>
    <w:rPr>
      <w:rFonts w:ascii="Arial" w:hAnsi="Arial" w:cs="Arial"/>
      <w:sz w:val="22"/>
      <w:lang w:eastAsia="ar-SA"/>
    </w:rPr>
  </w:style>
  <w:style w:type="paragraph" w:customStyle="1" w:styleId="5psmeno">
    <w:name w:val="5_písmeno"/>
    <w:basedOn w:val="Normln"/>
    <w:link w:val="5psmenoChar"/>
    <w:qFormat/>
    <w:rsid w:val="00BD0252"/>
    <w:pPr>
      <w:widowControl/>
      <w:numPr>
        <w:numId w:val="2"/>
      </w:numPr>
      <w:tabs>
        <w:tab w:val="left" w:pos="-284"/>
      </w:tabs>
      <w:suppressAutoHyphens/>
      <w:spacing w:before="120"/>
      <w:outlineLvl w:val="2"/>
    </w:pPr>
    <w:rPr>
      <w:rFonts w:ascii="Arial" w:hAnsi="Arial"/>
      <w:sz w:val="22"/>
      <w:lang w:val="en-US" w:eastAsia="ar-SA"/>
    </w:rPr>
  </w:style>
  <w:style w:type="paragraph" w:customStyle="1" w:styleId="6podpismeno">
    <w:name w:val="6_podpismeno"/>
    <w:basedOn w:val="Normln"/>
    <w:link w:val="6podpismenoChar"/>
    <w:qFormat/>
    <w:rsid w:val="00BD0252"/>
    <w:pPr>
      <w:widowControl/>
      <w:suppressAutoHyphens/>
      <w:ind w:left="1361" w:hanging="284"/>
    </w:pPr>
    <w:rPr>
      <w:rFonts w:ascii="Arial" w:hAnsi="Arial" w:cs="Arial"/>
      <w:sz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ochova\Downloads\Vzor+-+Hlavickovy+papir_UNI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5D480-B528-4D4C-86C9-D75AE346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Vzor+-+Hlavickovy+papir_UNI(1)</Template>
  <TotalTime>46</TotalTime>
  <Pages>2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Radochová Martina</dc:creator>
  <cp:lastModifiedBy>Hradilová Libuše</cp:lastModifiedBy>
  <cp:revision>15</cp:revision>
  <cp:lastPrinted>2016-06-23T11:28:00Z</cp:lastPrinted>
  <dcterms:created xsi:type="dcterms:W3CDTF">2023-05-03T13:28:00Z</dcterms:created>
  <dcterms:modified xsi:type="dcterms:W3CDTF">2023-05-17T08:12:00Z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Creator">
    <vt:lpwstr>Adobe InDesign CS5 (7.0)</vt:lpwstr>
  </property>
  <property fmtid="{D5CDD505-2E9C-101B-9397-08002B2CF9AE}" pid="4" name="LastSaved">
    <vt:filetime>2016-06-23T00:00:00Z</vt:filetime>
  </property>
</Properties>
</file>